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78AA65A9" w:rsidR="00F37F00" w:rsidRPr="0068220B" w:rsidRDefault="002508BC" w:rsidP="00044EB7">
      <w:r w:rsidRPr="002508BC">
        <w:rPr>
          <w:noProof/>
        </w:rPr>
        <w:drawing>
          <wp:inline distT="0" distB="0" distL="0" distR="0" wp14:anchorId="668AD9F1" wp14:editId="0A479EF9">
            <wp:extent cx="7235825" cy="6282055"/>
            <wp:effectExtent l="0" t="0" r="0" b="0"/>
            <wp:docPr id="23337263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08C1A4E8" w:rsidR="004C7D07" w:rsidRDefault="004C7D07" w:rsidP="004C7D07">
      <w:r>
        <w:lastRenderedPageBreak/>
        <w:t xml:space="preserve">THEORETICAL MASS FOR </w:t>
      </w:r>
      <w:r w:rsidR="0068220B">
        <w:t>[M</w:t>
      </w:r>
      <w:r w:rsidR="002508BC">
        <w:t>-</w:t>
      </w:r>
      <w:r w:rsidR="0068220B">
        <w:t>H</w:t>
      </w:r>
      <w:r>
        <w:t>]</w:t>
      </w:r>
      <w:r w:rsidR="002508BC">
        <w:t>-</w:t>
      </w:r>
      <w:r>
        <w:t xml:space="preserve"> = </w:t>
      </w:r>
      <w:r w:rsidR="002508BC">
        <w:t>317.0853</w:t>
      </w:r>
    </w:p>
    <w:p w14:paraId="1E10DA84" w14:textId="0A2CD2E5" w:rsidR="00A06372" w:rsidRDefault="005E6365" w:rsidP="004C7D07">
      <w:r>
        <w:t>FOUND MASS</w:t>
      </w:r>
      <w:r w:rsidR="00CB5DD1">
        <w:t xml:space="preserve">: </w:t>
      </w:r>
      <w:r w:rsidR="002508BC">
        <w:t>317.0850</w:t>
      </w:r>
    </w:p>
    <w:p w14:paraId="6D92B6A7" w14:textId="1D7EE2E5" w:rsidR="00CB5DD1" w:rsidRDefault="006A7AC2" w:rsidP="00CB5DD1">
      <w:r>
        <w:t>ERROR (PPM)</w:t>
      </w:r>
      <w:r w:rsidR="00030D5F">
        <w:t xml:space="preserve">: </w:t>
      </w:r>
      <w:r w:rsidR="002508BC">
        <w:t>-0.96</w:t>
      </w:r>
    </w:p>
    <w:p w14:paraId="6E649104" w14:textId="260CBEC2" w:rsidR="006A7AC2" w:rsidRDefault="006A7AC2" w:rsidP="00CB5DD1"/>
    <w:sectPr w:rsidR="006A7AC2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E3EC1"/>
    <w:rsid w:val="00191DF1"/>
    <w:rsid w:val="001C3256"/>
    <w:rsid w:val="002508BC"/>
    <w:rsid w:val="00251D5B"/>
    <w:rsid w:val="00275E2A"/>
    <w:rsid w:val="002A11F7"/>
    <w:rsid w:val="003362A6"/>
    <w:rsid w:val="0037624E"/>
    <w:rsid w:val="003B0136"/>
    <w:rsid w:val="003E6E4E"/>
    <w:rsid w:val="004465BB"/>
    <w:rsid w:val="004B040E"/>
    <w:rsid w:val="004C2A0A"/>
    <w:rsid w:val="004C7D07"/>
    <w:rsid w:val="00525E2E"/>
    <w:rsid w:val="005438A3"/>
    <w:rsid w:val="00595483"/>
    <w:rsid w:val="005E6365"/>
    <w:rsid w:val="00626E7A"/>
    <w:rsid w:val="0068220B"/>
    <w:rsid w:val="006A7AC2"/>
    <w:rsid w:val="00863BE8"/>
    <w:rsid w:val="00880753"/>
    <w:rsid w:val="0089748F"/>
    <w:rsid w:val="00A06372"/>
    <w:rsid w:val="00AA367B"/>
    <w:rsid w:val="00B14461"/>
    <w:rsid w:val="00B22530"/>
    <w:rsid w:val="00CB5DD1"/>
    <w:rsid w:val="00DA3507"/>
    <w:rsid w:val="00DC1254"/>
    <w:rsid w:val="00DF6EA1"/>
    <w:rsid w:val="00E126C3"/>
    <w:rsid w:val="00E751C4"/>
    <w:rsid w:val="00F23A8B"/>
    <w:rsid w:val="00F37F00"/>
    <w:rsid w:val="00F45B5D"/>
    <w:rsid w:val="00F9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7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2023-05-23T12:12:00Z</dcterms:created>
  <dcterms:modified xsi:type="dcterms:W3CDTF">2023-05-23T12:14:00Z</dcterms:modified>
</cp:coreProperties>
</file>